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A17" w:rsidRPr="008B0C64" w:rsidRDefault="00E86D8C" w:rsidP="008B23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West Europe</w:t>
      </w:r>
      <w:r w:rsidR="00B034EC">
        <w:rPr>
          <w:b/>
          <w:sz w:val="32"/>
          <w:szCs w:val="32"/>
        </w:rPr>
        <w:t xml:space="preserve"> –side 1</w:t>
      </w:r>
    </w:p>
    <w:tbl>
      <w:tblPr>
        <w:tblpPr w:leftFromText="180" w:rightFromText="180" w:vertAnchor="text" w:horzAnchor="page" w:tblpX="253" w:tblpY="213"/>
        <w:tblW w:w="12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8"/>
        <w:gridCol w:w="1440"/>
        <w:gridCol w:w="2430"/>
        <w:gridCol w:w="1710"/>
        <w:gridCol w:w="1620"/>
        <w:gridCol w:w="1620"/>
        <w:gridCol w:w="1626"/>
      </w:tblGrid>
      <w:tr w:rsidR="00B034EC" w:rsidRPr="008B0C64" w:rsidTr="00230DB5">
        <w:trPr>
          <w:trHeight w:val="391"/>
        </w:trPr>
        <w:tc>
          <w:tcPr>
            <w:tcW w:w="2448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B034EC" w:rsidRPr="008B0C64" w:rsidRDefault="00E86D8C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Austria</w:t>
            </w:r>
          </w:p>
        </w:tc>
        <w:tc>
          <w:tcPr>
            <w:tcW w:w="2430" w:type="dxa"/>
          </w:tcPr>
          <w:p w:rsidR="00B034EC" w:rsidRPr="008B0C64" w:rsidRDefault="00230DB5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France    </w:t>
            </w:r>
            <w:r w:rsidR="00E86D8C">
              <w:rPr>
                <w:b/>
                <w:sz w:val="28"/>
                <w:szCs w:val="28"/>
              </w:rPr>
              <w:t>Hungary</w:t>
            </w:r>
          </w:p>
        </w:tc>
        <w:tc>
          <w:tcPr>
            <w:tcW w:w="1710" w:type="dxa"/>
          </w:tcPr>
          <w:p w:rsidR="00B034EC" w:rsidRPr="008B0C64" w:rsidRDefault="00E86D8C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Czech Rep.</w:t>
            </w:r>
          </w:p>
        </w:tc>
        <w:tc>
          <w:tcPr>
            <w:tcW w:w="1620" w:type="dxa"/>
          </w:tcPr>
          <w:p w:rsidR="00B034EC" w:rsidRPr="008B0C64" w:rsidRDefault="00E86D8C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Slovakia</w:t>
            </w:r>
          </w:p>
        </w:tc>
        <w:tc>
          <w:tcPr>
            <w:tcW w:w="1620" w:type="dxa"/>
          </w:tcPr>
          <w:p w:rsidR="00B034EC" w:rsidRPr="008B0C64" w:rsidRDefault="00E86D8C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Germany</w:t>
            </w:r>
          </w:p>
        </w:tc>
        <w:tc>
          <w:tcPr>
            <w:tcW w:w="1626" w:type="dxa"/>
          </w:tcPr>
          <w:p w:rsidR="00B034EC" w:rsidRPr="008B0C64" w:rsidRDefault="00E86D8C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Switzerland</w:t>
            </w:r>
          </w:p>
        </w:tc>
      </w:tr>
      <w:tr w:rsidR="00B034EC" w:rsidRPr="008B0C64" w:rsidTr="00230DB5">
        <w:trPr>
          <w:trHeight w:val="547"/>
        </w:trPr>
        <w:tc>
          <w:tcPr>
            <w:tcW w:w="2448" w:type="dxa"/>
          </w:tcPr>
          <w:p w:rsidR="00B034EC" w:rsidRPr="00C52B17" w:rsidRDefault="00B034EC" w:rsidP="00C212C8">
            <w:pPr>
              <w:spacing w:after="0" w:line="240" w:lineRule="auto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Land Area</w:t>
            </w:r>
            <w:r>
              <w:rPr>
                <w:sz w:val="28"/>
                <w:szCs w:val="28"/>
              </w:rPr>
              <w:t xml:space="preserve"> </w:t>
            </w:r>
            <w:r w:rsidRPr="00C52B17">
              <w:rPr>
                <w:sz w:val="20"/>
                <w:szCs w:val="20"/>
              </w:rPr>
              <w:t>(sq. miles)</w:t>
            </w:r>
          </w:p>
        </w:tc>
        <w:tc>
          <w:tcPr>
            <w:tcW w:w="144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243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6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230DB5">
        <w:trPr>
          <w:trHeight w:val="547"/>
        </w:trPr>
        <w:tc>
          <w:tcPr>
            <w:tcW w:w="2448" w:type="dxa"/>
          </w:tcPr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Population</w:t>
            </w:r>
          </w:p>
        </w:tc>
        <w:tc>
          <w:tcPr>
            <w:tcW w:w="144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243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6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230DB5">
        <w:trPr>
          <w:trHeight w:val="497"/>
        </w:trPr>
        <w:tc>
          <w:tcPr>
            <w:tcW w:w="2448" w:type="dxa"/>
          </w:tcPr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Per capita income</w:t>
            </w:r>
          </w:p>
        </w:tc>
        <w:tc>
          <w:tcPr>
            <w:tcW w:w="144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243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6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230DB5">
        <w:trPr>
          <w:trHeight w:val="452"/>
        </w:trPr>
        <w:tc>
          <w:tcPr>
            <w:tcW w:w="2448" w:type="dxa"/>
          </w:tcPr>
          <w:p w:rsidR="00B034EC" w:rsidRPr="00C52B17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Literacy rate</w:t>
            </w:r>
          </w:p>
        </w:tc>
        <w:tc>
          <w:tcPr>
            <w:tcW w:w="144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243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6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230DB5">
        <w:trPr>
          <w:trHeight w:val="1036"/>
        </w:trPr>
        <w:tc>
          <w:tcPr>
            <w:tcW w:w="2448" w:type="dxa"/>
          </w:tcPr>
          <w:p w:rsidR="00B034EC" w:rsidRPr="00C52B17" w:rsidRDefault="00BE34D5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Death rate-</w:t>
            </w:r>
          </w:p>
          <w:p w:rsidR="00B034EC" w:rsidRDefault="00BE34D5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  <w:r w:rsidR="00B034EC" w:rsidRPr="00C52B17">
              <w:rPr>
                <w:sz w:val="28"/>
                <w:szCs w:val="28"/>
              </w:rPr>
              <w:t>irth rate</w:t>
            </w:r>
            <w:r>
              <w:rPr>
                <w:sz w:val="28"/>
                <w:szCs w:val="28"/>
              </w:rPr>
              <w:t>-</w:t>
            </w:r>
          </w:p>
          <w:p w:rsidR="00811158" w:rsidRDefault="00811158" w:rsidP="00C212C8">
            <w:pPr>
              <w:spacing w:after="0" w:line="240" w:lineRule="auto"/>
              <w:jc w:val="center"/>
            </w:pPr>
            <w:r w:rsidRPr="00811158">
              <w:t>Infant Mortality Rate</w:t>
            </w:r>
            <w:r w:rsidR="00BE34D5">
              <w:t>-</w:t>
            </w:r>
          </w:p>
          <w:p w:rsidR="00BE34D5" w:rsidRPr="00BE34D5" w:rsidRDefault="00BE34D5" w:rsidP="00BE34D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BE34D5">
              <w:rPr>
                <w:sz w:val="28"/>
                <w:szCs w:val="28"/>
              </w:rPr>
              <w:t>Life Expectancy</w:t>
            </w:r>
            <w:r>
              <w:rPr>
                <w:sz w:val="28"/>
                <w:szCs w:val="28"/>
              </w:rPr>
              <w:t>-</w:t>
            </w:r>
          </w:p>
          <w:p w:rsidR="00BE34D5" w:rsidRPr="00811158" w:rsidRDefault="00BE34D5" w:rsidP="00C212C8">
            <w:pPr>
              <w:spacing w:after="0" w:line="240" w:lineRule="auto"/>
              <w:jc w:val="center"/>
            </w:pPr>
          </w:p>
        </w:tc>
        <w:tc>
          <w:tcPr>
            <w:tcW w:w="144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243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6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230DB5">
        <w:trPr>
          <w:trHeight w:val="1662"/>
        </w:trPr>
        <w:tc>
          <w:tcPr>
            <w:tcW w:w="2448" w:type="dxa"/>
          </w:tcPr>
          <w:p w:rsidR="00BE34D5" w:rsidRDefault="00BE34D5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B034EC" w:rsidRDefault="00BE34D5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Type of </w:t>
            </w:r>
          </w:p>
          <w:p w:rsidR="00BE34D5" w:rsidRPr="00C52B17" w:rsidRDefault="00BE34D5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Government</w:t>
            </w:r>
          </w:p>
        </w:tc>
        <w:tc>
          <w:tcPr>
            <w:tcW w:w="144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243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6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B034EC" w:rsidRPr="008B0C64" w:rsidTr="00230DB5">
        <w:trPr>
          <w:trHeight w:val="2150"/>
        </w:trPr>
        <w:tc>
          <w:tcPr>
            <w:tcW w:w="2448" w:type="dxa"/>
          </w:tcPr>
          <w:p w:rsidR="00BE34D5" w:rsidRDefault="00B034EC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52B17">
              <w:rPr>
                <w:sz w:val="28"/>
                <w:szCs w:val="28"/>
              </w:rPr>
              <w:t>Major Industries/</w:t>
            </w:r>
          </w:p>
          <w:p w:rsidR="00B034EC" w:rsidRDefault="00BE34D5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Resources/</w:t>
            </w:r>
            <w:r w:rsidR="00B034EC" w:rsidRPr="00C52B17">
              <w:rPr>
                <w:sz w:val="28"/>
                <w:szCs w:val="28"/>
              </w:rPr>
              <w:t>Jobs</w:t>
            </w:r>
          </w:p>
          <w:p w:rsidR="00B65E16" w:rsidRDefault="00B65E16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B65E16" w:rsidRDefault="00B65E16" w:rsidP="00C212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B65E16" w:rsidRPr="00B65E16" w:rsidRDefault="00B65E16" w:rsidP="00C212C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65E16">
              <w:rPr>
                <w:sz w:val="24"/>
                <w:szCs w:val="24"/>
              </w:rPr>
              <w:t>Unemployment Rate (%)</w:t>
            </w:r>
          </w:p>
        </w:tc>
        <w:tc>
          <w:tcPr>
            <w:tcW w:w="144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243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71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6" w:type="dxa"/>
          </w:tcPr>
          <w:p w:rsidR="00B034EC" w:rsidRPr="008B0C64" w:rsidRDefault="00B034EC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</w:tbl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034EC" w:rsidRDefault="00B034EC" w:rsidP="00B034EC"/>
    <w:p w:rsidR="00B65E16" w:rsidRDefault="00B65E16" w:rsidP="00B034EC">
      <w:pPr>
        <w:jc w:val="center"/>
        <w:rPr>
          <w:b/>
          <w:sz w:val="32"/>
          <w:szCs w:val="32"/>
        </w:rPr>
      </w:pPr>
    </w:p>
    <w:p w:rsidR="00B65E16" w:rsidRDefault="00B65E16" w:rsidP="00B034EC">
      <w:pPr>
        <w:jc w:val="center"/>
        <w:rPr>
          <w:b/>
          <w:sz w:val="32"/>
          <w:szCs w:val="32"/>
        </w:rPr>
      </w:pPr>
    </w:p>
    <w:p w:rsidR="00B034EC" w:rsidRPr="008B0C64" w:rsidRDefault="00E86D8C" w:rsidP="00B034E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West Europe</w:t>
      </w:r>
      <w:r w:rsidR="00B034EC">
        <w:rPr>
          <w:b/>
          <w:sz w:val="32"/>
          <w:szCs w:val="32"/>
        </w:rPr>
        <w:t xml:space="preserve"> –side 2</w:t>
      </w:r>
    </w:p>
    <w:tbl>
      <w:tblPr>
        <w:tblpPr w:leftFromText="180" w:rightFromText="180" w:vertAnchor="text" w:horzAnchor="margin" w:tblpXSpec="right" w:tblpY="172"/>
        <w:tblW w:w="15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38"/>
        <w:gridCol w:w="1350"/>
        <w:gridCol w:w="1170"/>
        <w:gridCol w:w="1170"/>
        <w:gridCol w:w="1530"/>
        <w:gridCol w:w="1530"/>
        <w:gridCol w:w="1440"/>
        <w:gridCol w:w="1620"/>
        <w:gridCol w:w="1345"/>
      </w:tblGrid>
      <w:tr w:rsidR="00230DB5" w:rsidRPr="008B0C64" w:rsidTr="00230DB5">
        <w:trPr>
          <w:trHeight w:val="388"/>
        </w:trPr>
        <w:tc>
          <w:tcPr>
            <w:tcW w:w="4338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30DB5" w:rsidRPr="00230DB5" w:rsidRDefault="00230DB5" w:rsidP="00C212C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30DB5">
              <w:rPr>
                <w:b/>
                <w:sz w:val="20"/>
                <w:szCs w:val="20"/>
              </w:rPr>
              <w:t>Liechtenstein</w:t>
            </w:r>
          </w:p>
        </w:tc>
        <w:tc>
          <w:tcPr>
            <w:tcW w:w="1170" w:type="dxa"/>
          </w:tcPr>
          <w:p w:rsidR="00230DB5" w:rsidRDefault="00230DB5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U.K.</w:t>
            </w:r>
          </w:p>
        </w:tc>
        <w:tc>
          <w:tcPr>
            <w:tcW w:w="117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Poland</w:t>
            </w:r>
          </w:p>
        </w:tc>
        <w:tc>
          <w:tcPr>
            <w:tcW w:w="153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Denmark</w:t>
            </w:r>
          </w:p>
        </w:tc>
        <w:tc>
          <w:tcPr>
            <w:tcW w:w="153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Norway</w:t>
            </w:r>
          </w:p>
        </w:tc>
        <w:tc>
          <w:tcPr>
            <w:tcW w:w="144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Sweden</w:t>
            </w:r>
          </w:p>
        </w:tc>
        <w:tc>
          <w:tcPr>
            <w:tcW w:w="1620" w:type="dxa"/>
          </w:tcPr>
          <w:p w:rsidR="00230DB5" w:rsidRDefault="00230DB5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Finland</w:t>
            </w:r>
          </w:p>
        </w:tc>
        <w:tc>
          <w:tcPr>
            <w:tcW w:w="1345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Iceland</w:t>
            </w:r>
          </w:p>
        </w:tc>
      </w:tr>
      <w:tr w:rsidR="00230DB5" w:rsidRPr="008B0C64" w:rsidTr="00230DB5">
        <w:trPr>
          <w:trHeight w:val="543"/>
        </w:trPr>
        <w:tc>
          <w:tcPr>
            <w:tcW w:w="4338" w:type="dxa"/>
          </w:tcPr>
          <w:p w:rsidR="00230DB5" w:rsidRPr="00230DB5" w:rsidRDefault="00230DB5" w:rsidP="00230D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0DB5">
              <w:rPr>
                <w:sz w:val="24"/>
                <w:szCs w:val="24"/>
              </w:rPr>
              <w:t>Land Area</w:t>
            </w:r>
          </w:p>
          <w:p w:rsidR="00230DB5" w:rsidRPr="00230DB5" w:rsidRDefault="00230DB5" w:rsidP="00230DB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30DB5">
              <w:rPr>
                <w:sz w:val="24"/>
                <w:szCs w:val="24"/>
              </w:rPr>
              <w:t xml:space="preserve"> (sq. miles)</w:t>
            </w:r>
          </w:p>
        </w:tc>
        <w:tc>
          <w:tcPr>
            <w:tcW w:w="135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3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3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45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230DB5" w:rsidRPr="008B0C64" w:rsidTr="00230DB5">
        <w:trPr>
          <w:trHeight w:val="543"/>
        </w:trPr>
        <w:tc>
          <w:tcPr>
            <w:tcW w:w="4338" w:type="dxa"/>
          </w:tcPr>
          <w:p w:rsidR="00230DB5" w:rsidRPr="00230DB5" w:rsidRDefault="00230DB5" w:rsidP="00C212C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0DB5">
              <w:rPr>
                <w:sz w:val="24"/>
                <w:szCs w:val="24"/>
              </w:rPr>
              <w:t>Population</w:t>
            </w:r>
          </w:p>
        </w:tc>
        <w:tc>
          <w:tcPr>
            <w:tcW w:w="135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3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3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45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230DB5" w:rsidRPr="008B0C64" w:rsidTr="00230DB5">
        <w:trPr>
          <w:trHeight w:val="494"/>
        </w:trPr>
        <w:tc>
          <w:tcPr>
            <w:tcW w:w="4338" w:type="dxa"/>
          </w:tcPr>
          <w:p w:rsidR="00230DB5" w:rsidRPr="00230DB5" w:rsidRDefault="00230DB5" w:rsidP="00C212C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0DB5">
              <w:rPr>
                <w:sz w:val="24"/>
                <w:szCs w:val="24"/>
              </w:rPr>
              <w:t>Per capita income</w:t>
            </w:r>
          </w:p>
        </w:tc>
        <w:tc>
          <w:tcPr>
            <w:tcW w:w="135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3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3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45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230DB5" w:rsidRPr="008B0C64" w:rsidTr="00230DB5">
        <w:trPr>
          <w:trHeight w:val="449"/>
        </w:trPr>
        <w:tc>
          <w:tcPr>
            <w:tcW w:w="4338" w:type="dxa"/>
          </w:tcPr>
          <w:p w:rsidR="00230DB5" w:rsidRPr="00230DB5" w:rsidRDefault="00230DB5" w:rsidP="00C212C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0DB5">
              <w:rPr>
                <w:sz w:val="24"/>
                <w:szCs w:val="24"/>
              </w:rPr>
              <w:t>Literacy rate</w:t>
            </w:r>
          </w:p>
        </w:tc>
        <w:tc>
          <w:tcPr>
            <w:tcW w:w="135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3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3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45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230DB5" w:rsidRPr="008B0C64" w:rsidTr="00230DB5">
        <w:trPr>
          <w:trHeight w:val="1119"/>
        </w:trPr>
        <w:tc>
          <w:tcPr>
            <w:tcW w:w="4338" w:type="dxa"/>
          </w:tcPr>
          <w:p w:rsidR="00230DB5" w:rsidRPr="00230DB5" w:rsidRDefault="00230DB5" w:rsidP="00BE34D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0DB5">
              <w:rPr>
                <w:sz w:val="24"/>
                <w:szCs w:val="24"/>
              </w:rPr>
              <w:t>Death rate-</w:t>
            </w:r>
          </w:p>
          <w:p w:rsidR="00230DB5" w:rsidRPr="00230DB5" w:rsidRDefault="00230DB5" w:rsidP="00BE34D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0DB5">
              <w:rPr>
                <w:sz w:val="24"/>
                <w:szCs w:val="24"/>
              </w:rPr>
              <w:t>Birth rate-</w:t>
            </w:r>
          </w:p>
          <w:p w:rsidR="00230DB5" w:rsidRPr="00230DB5" w:rsidRDefault="00230DB5" w:rsidP="00BE34D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0DB5">
              <w:rPr>
                <w:sz w:val="24"/>
                <w:szCs w:val="24"/>
              </w:rPr>
              <w:t>Infant Mortality Rate-</w:t>
            </w:r>
          </w:p>
          <w:p w:rsidR="00230DB5" w:rsidRPr="00230DB5" w:rsidRDefault="00230DB5" w:rsidP="00BE34D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0DB5">
              <w:rPr>
                <w:sz w:val="24"/>
                <w:szCs w:val="24"/>
              </w:rPr>
              <w:t>Life Expectancy-</w:t>
            </w:r>
          </w:p>
          <w:p w:rsidR="00230DB5" w:rsidRPr="00230DB5" w:rsidRDefault="00230DB5" w:rsidP="00C212C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3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3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45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230DB5" w:rsidRPr="008B0C64" w:rsidTr="00230DB5">
        <w:trPr>
          <w:trHeight w:val="1759"/>
        </w:trPr>
        <w:tc>
          <w:tcPr>
            <w:tcW w:w="4338" w:type="dxa"/>
          </w:tcPr>
          <w:p w:rsidR="00230DB5" w:rsidRPr="00230DB5" w:rsidRDefault="00230DB5" w:rsidP="00C212C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30DB5" w:rsidRPr="00230DB5" w:rsidRDefault="00230DB5" w:rsidP="00BE34D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0DB5">
              <w:rPr>
                <w:sz w:val="24"/>
                <w:szCs w:val="24"/>
              </w:rPr>
              <w:t>Type of</w:t>
            </w:r>
          </w:p>
          <w:p w:rsidR="00230DB5" w:rsidRPr="00230DB5" w:rsidRDefault="00230DB5" w:rsidP="00BE34D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0DB5">
              <w:rPr>
                <w:sz w:val="24"/>
                <w:szCs w:val="24"/>
              </w:rPr>
              <w:t>Government</w:t>
            </w:r>
          </w:p>
        </w:tc>
        <w:tc>
          <w:tcPr>
            <w:tcW w:w="135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3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3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45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230DB5" w:rsidRPr="008B0C64" w:rsidTr="00230DB5">
        <w:trPr>
          <w:trHeight w:val="2330"/>
        </w:trPr>
        <w:tc>
          <w:tcPr>
            <w:tcW w:w="4338" w:type="dxa"/>
          </w:tcPr>
          <w:p w:rsidR="00230DB5" w:rsidRPr="00230DB5" w:rsidRDefault="00230DB5" w:rsidP="00BE34D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0DB5">
              <w:rPr>
                <w:sz w:val="24"/>
                <w:szCs w:val="24"/>
              </w:rPr>
              <w:t>Major Industries/</w:t>
            </w:r>
          </w:p>
          <w:p w:rsidR="00230DB5" w:rsidRPr="00230DB5" w:rsidRDefault="00230DB5" w:rsidP="00BE34D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0DB5">
              <w:rPr>
                <w:sz w:val="24"/>
                <w:szCs w:val="24"/>
              </w:rPr>
              <w:t>Resources/Jobs</w:t>
            </w:r>
          </w:p>
          <w:p w:rsidR="00230DB5" w:rsidRPr="00230DB5" w:rsidRDefault="00230DB5" w:rsidP="00C212C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30DB5" w:rsidRPr="00230DB5" w:rsidRDefault="00230DB5" w:rsidP="00C212C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30DB5" w:rsidRPr="00230DB5" w:rsidRDefault="00230DB5" w:rsidP="00230DB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230DB5">
              <w:rPr>
                <w:sz w:val="24"/>
                <w:szCs w:val="24"/>
              </w:rPr>
              <w:t>Unemployment Rate (%)</w:t>
            </w:r>
          </w:p>
        </w:tc>
        <w:tc>
          <w:tcPr>
            <w:tcW w:w="135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7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3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3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20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345" w:type="dxa"/>
          </w:tcPr>
          <w:p w:rsidR="00230DB5" w:rsidRPr="008B0C64" w:rsidRDefault="00230DB5" w:rsidP="00C212C8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</w:tbl>
    <w:p w:rsidR="00B034EC" w:rsidRDefault="00B034EC" w:rsidP="00B034EC">
      <w:bookmarkStart w:id="0" w:name="_GoBack"/>
      <w:bookmarkEnd w:id="0"/>
    </w:p>
    <w:sectPr w:rsidR="00B034EC" w:rsidSect="008B23A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attachedTemplate r:id="rId1"/>
  <w:defaultTabStop w:val="720"/>
  <w:drawingGridHorizontalSpacing w:val="110"/>
  <w:displayHorizontalDrawingGridEvery w:val="2"/>
  <w:characterSpacingControl w:val="doNotCompress"/>
  <w:compat/>
  <w:rsids>
    <w:rsidRoot w:val="00C212C8"/>
    <w:rsid w:val="00007BA4"/>
    <w:rsid w:val="000803D0"/>
    <w:rsid w:val="00230DB5"/>
    <w:rsid w:val="002624B5"/>
    <w:rsid w:val="00334A55"/>
    <w:rsid w:val="006026E2"/>
    <w:rsid w:val="00677517"/>
    <w:rsid w:val="00811158"/>
    <w:rsid w:val="00821848"/>
    <w:rsid w:val="008B0C64"/>
    <w:rsid w:val="008B23A8"/>
    <w:rsid w:val="008C11E7"/>
    <w:rsid w:val="008E1A17"/>
    <w:rsid w:val="00B034EC"/>
    <w:rsid w:val="00B65E16"/>
    <w:rsid w:val="00BE34D5"/>
    <w:rsid w:val="00C212C8"/>
    <w:rsid w:val="00C52B17"/>
    <w:rsid w:val="00DB2B90"/>
    <w:rsid w:val="00E86D8C"/>
    <w:rsid w:val="00F10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A1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23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A1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23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World%20Geography\South%20America\South.America.CHA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South.America.CHART</Template>
  <TotalTime>12</TotalTime>
  <Pages>3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TSD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4</cp:revision>
  <cp:lastPrinted>2012-02-13T19:11:00Z</cp:lastPrinted>
  <dcterms:created xsi:type="dcterms:W3CDTF">2014-12-03T15:05:00Z</dcterms:created>
  <dcterms:modified xsi:type="dcterms:W3CDTF">2015-11-11T19:25:00Z</dcterms:modified>
</cp:coreProperties>
</file>